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D49" w:rsidRPr="00213361" w:rsidRDefault="00343F00" w:rsidP="009A0D47">
      <w:pPr>
        <w:pStyle w:val="unnamed1"/>
        <w:spacing w:before="0"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213361">
        <w:rPr>
          <w:rFonts w:asciiTheme="minorHAnsi" w:hAnsiTheme="minorHAnsi"/>
          <w:b/>
          <w:sz w:val="24"/>
          <w:szCs w:val="24"/>
        </w:rPr>
        <w:t>ENCONTRO 7: TRABA</w:t>
      </w:r>
      <w:r w:rsidR="00213361">
        <w:rPr>
          <w:rFonts w:asciiTheme="minorHAnsi" w:hAnsiTheme="minorHAnsi"/>
          <w:b/>
          <w:sz w:val="24"/>
          <w:szCs w:val="24"/>
        </w:rPr>
        <w:t>LHANDO COM CIBERPOESIA NO PREZI</w:t>
      </w:r>
    </w:p>
    <w:p w:rsidR="00861D09" w:rsidRPr="00213361" w:rsidRDefault="00861D09" w:rsidP="009A0D47">
      <w:pPr>
        <w:pStyle w:val="unnamed1"/>
        <w:spacing w:before="0"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Estilo1"/>
        <w:tblW w:w="14218" w:type="dxa"/>
        <w:tblLook w:val="04A0" w:firstRow="1" w:lastRow="0" w:firstColumn="1" w:lastColumn="0" w:noHBand="0" w:noVBand="1"/>
      </w:tblPr>
      <w:tblGrid>
        <w:gridCol w:w="2312"/>
        <w:gridCol w:w="1057"/>
        <w:gridCol w:w="2996"/>
        <w:gridCol w:w="4860"/>
        <w:gridCol w:w="2993"/>
      </w:tblGrid>
      <w:tr w:rsidR="00A94D49" w:rsidRPr="00213361" w:rsidTr="004F3C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12" w:type="dxa"/>
          </w:tcPr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AÇÃO</w:t>
            </w:r>
          </w:p>
        </w:tc>
        <w:tc>
          <w:tcPr>
            <w:tcW w:w="1057" w:type="dxa"/>
          </w:tcPr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TEMPO</w:t>
            </w:r>
          </w:p>
        </w:tc>
        <w:tc>
          <w:tcPr>
            <w:tcW w:w="2996" w:type="dxa"/>
          </w:tcPr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ATIVIDADE</w:t>
            </w:r>
          </w:p>
        </w:tc>
        <w:tc>
          <w:tcPr>
            <w:tcW w:w="4860" w:type="dxa"/>
          </w:tcPr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DESENVOLVIMENTO DA ATIVIDADE</w:t>
            </w:r>
          </w:p>
        </w:tc>
        <w:tc>
          <w:tcPr>
            <w:tcW w:w="2993" w:type="dxa"/>
          </w:tcPr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RECURSOS NECESSÁRIOS</w:t>
            </w:r>
          </w:p>
        </w:tc>
      </w:tr>
      <w:tr w:rsidR="00A94D49" w:rsidRPr="00213361" w:rsidTr="004F3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213361">
              <w:rPr>
                <w:rFonts w:asciiTheme="minorHAnsi" w:hAnsiTheme="minorHAnsi"/>
                <w:b/>
                <w:sz w:val="20"/>
                <w:szCs w:val="20"/>
              </w:rPr>
              <w:t>AQUECIMENTO</w:t>
            </w:r>
          </w:p>
        </w:tc>
        <w:tc>
          <w:tcPr>
            <w:tcW w:w="1057" w:type="dxa"/>
          </w:tcPr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15 min</w:t>
            </w:r>
          </w:p>
        </w:tc>
        <w:tc>
          <w:tcPr>
            <w:tcW w:w="2996" w:type="dxa"/>
          </w:tcPr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Perguntas desafiadoras</w:t>
            </w:r>
          </w:p>
        </w:tc>
        <w:tc>
          <w:tcPr>
            <w:tcW w:w="4860" w:type="dxa"/>
          </w:tcPr>
          <w:p w:rsidR="00F33D17" w:rsidRPr="00213361" w:rsidRDefault="008865A7" w:rsidP="00353D26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435788" w:rsidRPr="00213361">
              <w:rPr>
                <w:rFonts w:asciiTheme="minorHAnsi" w:hAnsiTheme="minorHAnsi"/>
                <w:sz w:val="20"/>
                <w:szCs w:val="20"/>
              </w:rPr>
              <w:t xml:space="preserve">Lance a 1ª pergunta: </w:t>
            </w:r>
            <w:r w:rsidR="000F02F1" w:rsidRPr="00213361">
              <w:rPr>
                <w:rFonts w:asciiTheme="minorHAnsi" w:hAnsiTheme="minorHAnsi"/>
                <w:sz w:val="20"/>
                <w:szCs w:val="20"/>
              </w:rPr>
              <w:t>O que é poesia para você? Que tipo de sentimento ela faz aflorar em você?</w:t>
            </w:r>
          </w:p>
          <w:p w:rsidR="00F33D17" w:rsidRPr="00213361" w:rsidRDefault="008865A7" w:rsidP="00353D26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435788" w:rsidRPr="00213361">
              <w:rPr>
                <w:rFonts w:asciiTheme="minorHAnsi" w:hAnsiTheme="minorHAnsi"/>
                <w:sz w:val="20"/>
                <w:szCs w:val="20"/>
              </w:rPr>
              <w:t xml:space="preserve">Lance a 2ª pergunta: </w:t>
            </w:r>
            <w:r w:rsidR="000F02F1" w:rsidRPr="00213361">
              <w:rPr>
                <w:rFonts w:asciiTheme="minorHAnsi" w:hAnsiTheme="minorHAnsi"/>
                <w:sz w:val="20"/>
                <w:szCs w:val="20"/>
              </w:rPr>
              <w:t>As poesias são apresentadas em uma única linguagem? Por exemplo, só são apresentadas no formato de texto corrido?</w:t>
            </w:r>
          </w:p>
          <w:p w:rsidR="00F33D17" w:rsidRPr="00213361" w:rsidRDefault="008865A7" w:rsidP="00353D26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435788" w:rsidRPr="00213361">
              <w:rPr>
                <w:rFonts w:asciiTheme="minorHAnsi" w:hAnsiTheme="minorHAnsi"/>
                <w:sz w:val="20"/>
                <w:szCs w:val="20"/>
              </w:rPr>
              <w:t xml:space="preserve">Lance a 3ª pergunta: </w:t>
            </w:r>
            <w:r w:rsidR="000F02F1" w:rsidRPr="00213361">
              <w:rPr>
                <w:rFonts w:asciiTheme="minorHAnsi" w:hAnsiTheme="minorHAnsi"/>
                <w:sz w:val="20"/>
                <w:szCs w:val="20"/>
              </w:rPr>
              <w:t>Será que com o advento da Internet, surgiram outros formatos de poesia?</w:t>
            </w:r>
          </w:p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- Sintetize a discussão falando sobre as diferentes formas de linguagem e como as linguagens e a tecnologia podem estar associadas e que por meio de estratégias e atividades propostas pelo professor podem possibilitar ao aluno o desenvolvimento da criatividade e do pensamento crítico.</w:t>
            </w:r>
          </w:p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93" w:type="dxa"/>
          </w:tcPr>
          <w:p w:rsidR="00A94D49" w:rsidRPr="00213361" w:rsidRDefault="008865A7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94D49" w:rsidRPr="00213361">
              <w:rPr>
                <w:rFonts w:asciiTheme="minorHAnsi" w:hAnsiTheme="minorHAnsi"/>
                <w:sz w:val="20"/>
                <w:szCs w:val="20"/>
              </w:rPr>
              <w:t xml:space="preserve">Apresentação de slides com as perguntas </w:t>
            </w:r>
            <w:r w:rsidR="008F2389" w:rsidRPr="00213361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435788" w:rsidRPr="00213361">
              <w:rPr>
                <w:rFonts w:asciiTheme="minorHAnsi" w:hAnsiTheme="minorHAnsi"/>
                <w:b/>
                <w:sz w:val="20"/>
                <w:szCs w:val="20"/>
              </w:rPr>
              <w:t>_7</w:t>
            </w:r>
            <w:r w:rsidR="00A94D49" w:rsidRPr="00213361">
              <w:rPr>
                <w:rFonts w:asciiTheme="minorHAnsi" w:hAnsiTheme="minorHAnsi"/>
                <w:b/>
                <w:sz w:val="20"/>
                <w:szCs w:val="20"/>
              </w:rPr>
              <w:t>_ANEXO</w:t>
            </w:r>
            <w:r w:rsidR="00435788" w:rsidRPr="00213361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A94D49" w:rsidRPr="00213361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</w:tc>
        <w:bookmarkStart w:id="0" w:name="_GoBack"/>
        <w:bookmarkEnd w:id="0"/>
      </w:tr>
      <w:tr w:rsidR="00A94D49" w:rsidRPr="00213361" w:rsidTr="004F3C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213361">
              <w:rPr>
                <w:rFonts w:asciiTheme="minorHAnsi" w:hAnsiTheme="minorHAnsi"/>
                <w:b/>
                <w:sz w:val="20"/>
                <w:szCs w:val="20"/>
              </w:rPr>
              <w:t>APRESENTAÇÃO CONCEITUAL E TÉCNICA</w:t>
            </w:r>
          </w:p>
        </w:tc>
        <w:tc>
          <w:tcPr>
            <w:tcW w:w="1057" w:type="dxa"/>
          </w:tcPr>
          <w:p w:rsidR="00A94D49" w:rsidRPr="00213361" w:rsidRDefault="00C025A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45</w:t>
            </w:r>
            <w:r w:rsidR="00A94D49" w:rsidRPr="00213361">
              <w:rPr>
                <w:rFonts w:asciiTheme="minorHAnsi" w:hAnsiTheme="minorHAnsi"/>
                <w:sz w:val="20"/>
                <w:szCs w:val="20"/>
              </w:rPr>
              <w:t xml:space="preserve"> min</w:t>
            </w:r>
          </w:p>
        </w:tc>
        <w:tc>
          <w:tcPr>
            <w:tcW w:w="2996" w:type="dxa"/>
          </w:tcPr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O </w:t>
            </w:r>
            <w:proofErr w:type="spellStart"/>
            <w:r w:rsidRPr="00213361">
              <w:rPr>
                <w:rFonts w:asciiTheme="minorHAnsi" w:hAnsiTheme="minorHAnsi"/>
                <w:sz w:val="20"/>
                <w:szCs w:val="20"/>
              </w:rPr>
              <w:t>Prezi</w:t>
            </w:r>
            <w:proofErr w:type="spellEnd"/>
          </w:p>
        </w:tc>
        <w:tc>
          <w:tcPr>
            <w:tcW w:w="4860" w:type="dxa"/>
          </w:tcPr>
          <w:p w:rsidR="00A94D49" w:rsidRPr="00213361" w:rsidRDefault="008865A7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94D49" w:rsidRPr="00213361">
              <w:rPr>
                <w:rFonts w:asciiTheme="minorHAnsi" w:hAnsiTheme="minorHAnsi"/>
                <w:sz w:val="20"/>
                <w:szCs w:val="20"/>
              </w:rPr>
              <w:t>Apresentação dos slides Conceitual e Técnica (</w:t>
            </w:r>
            <w:r w:rsidR="00435788" w:rsidRPr="00213361">
              <w:rPr>
                <w:rFonts w:asciiTheme="minorHAnsi" w:hAnsiTheme="minorHAnsi"/>
                <w:sz w:val="20"/>
                <w:szCs w:val="20"/>
              </w:rPr>
              <w:t>Hipertextualidade</w:t>
            </w:r>
            <w:r w:rsidR="00A94D49" w:rsidRPr="00213361">
              <w:rPr>
                <w:rFonts w:asciiTheme="minorHAnsi" w:hAnsiTheme="minorHAnsi"/>
                <w:sz w:val="20"/>
                <w:szCs w:val="20"/>
              </w:rPr>
              <w:t xml:space="preserve"> e </w:t>
            </w:r>
            <w:r w:rsidR="00435788" w:rsidRPr="00213361">
              <w:rPr>
                <w:rFonts w:asciiTheme="minorHAnsi" w:hAnsiTheme="minorHAnsi"/>
                <w:sz w:val="20"/>
                <w:szCs w:val="20"/>
              </w:rPr>
              <w:t>Material Multimídia</w:t>
            </w:r>
            <w:r w:rsidR="00A94D49" w:rsidRPr="0021336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="00A94D49" w:rsidRPr="00213361">
              <w:rPr>
                <w:rFonts w:asciiTheme="minorHAnsi" w:hAnsiTheme="minorHAnsi"/>
                <w:sz w:val="20"/>
                <w:szCs w:val="20"/>
              </w:rPr>
              <w:t>Ciberpoesia</w:t>
            </w:r>
            <w:proofErr w:type="spellEnd"/>
            <w:r w:rsidR="00A94D49" w:rsidRPr="00213361">
              <w:rPr>
                <w:rFonts w:asciiTheme="minorHAnsi" w:hAnsiTheme="minorHAnsi"/>
                <w:sz w:val="20"/>
                <w:szCs w:val="20"/>
              </w:rPr>
              <w:t xml:space="preserve">, Poesia Visual, Inovando com o </w:t>
            </w:r>
            <w:proofErr w:type="spellStart"/>
            <w:r w:rsidR="00A94D49" w:rsidRPr="00213361">
              <w:rPr>
                <w:rFonts w:asciiTheme="minorHAnsi" w:hAnsiTheme="minorHAnsi"/>
                <w:sz w:val="20"/>
                <w:szCs w:val="20"/>
              </w:rPr>
              <w:t>Prezi</w:t>
            </w:r>
            <w:proofErr w:type="spellEnd"/>
            <w:r w:rsidR="00A94D49" w:rsidRPr="00213361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2993" w:type="dxa"/>
          </w:tcPr>
          <w:p w:rsidR="00A94D49" w:rsidRPr="00213361" w:rsidRDefault="008865A7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94D49" w:rsidRPr="00213361">
              <w:rPr>
                <w:rFonts w:asciiTheme="minorHAnsi" w:hAnsiTheme="minorHAnsi"/>
                <w:sz w:val="20"/>
                <w:szCs w:val="20"/>
              </w:rPr>
              <w:t>Apresentação de slides com o conceitual e principais funcionalidades</w:t>
            </w:r>
            <w:r w:rsidR="00435788" w:rsidRPr="00213361">
              <w:rPr>
                <w:rFonts w:asciiTheme="minorHAnsi" w:hAnsiTheme="minorHAnsi"/>
                <w:sz w:val="20"/>
                <w:szCs w:val="20"/>
              </w:rPr>
              <w:t xml:space="preserve"> do </w:t>
            </w:r>
            <w:proofErr w:type="spellStart"/>
            <w:r w:rsidR="00435788" w:rsidRPr="00213361">
              <w:rPr>
                <w:rFonts w:asciiTheme="minorHAnsi" w:hAnsiTheme="minorHAnsi"/>
                <w:sz w:val="20"/>
                <w:szCs w:val="20"/>
              </w:rPr>
              <w:t>Prezi</w:t>
            </w:r>
            <w:proofErr w:type="spellEnd"/>
            <w:r w:rsidR="00183213" w:rsidRPr="0021336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F2389" w:rsidRPr="00213361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435788" w:rsidRPr="00213361">
              <w:rPr>
                <w:rFonts w:asciiTheme="minorHAnsi" w:hAnsiTheme="minorHAnsi"/>
                <w:b/>
                <w:sz w:val="20"/>
                <w:szCs w:val="20"/>
              </w:rPr>
              <w:t>_7_ANEXO_1)</w:t>
            </w:r>
          </w:p>
        </w:tc>
      </w:tr>
      <w:tr w:rsidR="00A94D49" w:rsidRPr="00213361" w:rsidTr="004F3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213361">
              <w:rPr>
                <w:rFonts w:asciiTheme="minorHAnsi" w:hAnsiTheme="minorHAnsi"/>
                <w:b/>
                <w:sz w:val="20"/>
                <w:szCs w:val="20"/>
              </w:rPr>
              <w:t>EXPERIMENTAÇÃO</w:t>
            </w:r>
          </w:p>
        </w:tc>
        <w:tc>
          <w:tcPr>
            <w:tcW w:w="1057" w:type="dxa"/>
          </w:tcPr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60 min</w:t>
            </w:r>
          </w:p>
        </w:tc>
        <w:tc>
          <w:tcPr>
            <w:tcW w:w="2996" w:type="dxa"/>
          </w:tcPr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Criação de uma Poesia Visual</w:t>
            </w:r>
          </w:p>
        </w:tc>
        <w:tc>
          <w:tcPr>
            <w:tcW w:w="4860" w:type="dxa"/>
          </w:tcPr>
          <w:p w:rsidR="00A94D49" w:rsidRPr="00213361" w:rsidRDefault="00A94D49" w:rsidP="00353D26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063592" w:rsidRPr="00213361">
              <w:rPr>
                <w:rFonts w:asciiTheme="minorHAnsi" w:hAnsiTheme="minorHAnsi"/>
                <w:sz w:val="20"/>
                <w:szCs w:val="20"/>
              </w:rPr>
              <w:t>Peça aos professores que formem</w:t>
            </w:r>
            <w:r w:rsidR="00853877" w:rsidRPr="00213361">
              <w:rPr>
                <w:rFonts w:asciiTheme="minorHAnsi" w:hAnsiTheme="minorHAnsi"/>
                <w:sz w:val="20"/>
                <w:szCs w:val="20"/>
              </w:rPr>
              <w:t xml:space="preserve"> duplas;</w:t>
            </w:r>
          </w:p>
          <w:p w:rsidR="00A94D49" w:rsidRPr="00213361" w:rsidRDefault="00A94D49" w:rsidP="00353D26">
            <w:pPr>
              <w:pStyle w:val="unnamed1"/>
              <w:tabs>
                <w:tab w:val="left" w:pos="156"/>
              </w:tabs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435788" w:rsidRPr="00213361">
              <w:rPr>
                <w:rFonts w:asciiTheme="minorHAnsi" w:hAnsiTheme="minorHAnsi"/>
                <w:sz w:val="20"/>
                <w:szCs w:val="20"/>
              </w:rPr>
              <w:t>Solicite que pensem em uma poesia que marcou sua vida e a pesquisem na Internet;</w:t>
            </w:r>
          </w:p>
          <w:p w:rsidR="00435788" w:rsidRPr="00213361" w:rsidRDefault="003A7AF7" w:rsidP="00353D26">
            <w:pPr>
              <w:pStyle w:val="unnamed1"/>
              <w:tabs>
                <w:tab w:val="left" w:pos="156"/>
              </w:tabs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- S</w:t>
            </w:r>
            <w:r w:rsidR="00435788" w:rsidRPr="00213361">
              <w:rPr>
                <w:rFonts w:asciiTheme="minorHAnsi" w:hAnsiTheme="minorHAnsi"/>
                <w:sz w:val="20"/>
                <w:szCs w:val="20"/>
              </w:rPr>
              <w:t xml:space="preserve">olicite que </w:t>
            </w:r>
            <w:r w:rsidRPr="00213361">
              <w:rPr>
                <w:rFonts w:asciiTheme="minorHAnsi" w:hAnsiTheme="minorHAnsi"/>
                <w:sz w:val="20"/>
                <w:szCs w:val="20"/>
              </w:rPr>
              <w:t>cada dupla leia</w:t>
            </w:r>
            <w:r w:rsidR="00435788" w:rsidRPr="00213361">
              <w:rPr>
                <w:rFonts w:asciiTheme="minorHAnsi" w:hAnsiTheme="minorHAnsi"/>
                <w:sz w:val="20"/>
                <w:szCs w:val="20"/>
              </w:rPr>
              <w:t xml:space="preserve"> as poesias e</w:t>
            </w:r>
            <w:r w:rsidRPr="00213361">
              <w:rPr>
                <w:rFonts w:asciiTheme="minorHAnsi" w:hAnsiTheme="minorHAnsi"/>
                <w:sz w:val="20"/>
                <w:szCs w:val="20"/>
              </w:rPr>
              <w:t xml:space="preserve"> compartilhe </w:t>
            </w:r>
            <w:r w:rsidR="003F43F3" w:rsidRPr="00213361">
              <w:rPr>
                <w:rFonts w:asciiTheme="minorHAnsi" w:hAnsiTheme="minorHAnsi"/>
                <w:sz w:val="20"/>
                <w:szCs w:val="20"/>
              </w:rPr>
              <w:t>o motivo</w:t>
            </w:r>
            <w:r w:rsidR="00183213" w:rsidRPr="0021336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3F43F3" w:rsidRPr="00213361">
              <w:rPr>
                <w:rFonts w:asciiTheme="minorHAnsi" w:hAnsiTheme="minorHAnsi"/>
                <w:sz w:val="20"/>
                <w:szCs w:val="20"/>
              </w:rPr>
              <w:t>de sua importância;</w:t>
            </w:r>
          </w:p>
          <w:p w:rsidR="00435788" w:rsidRPr="00213361" w:rsidRDefault="00435788" w:rsidP="00353D26">
            <w:pPr>
              <w:pStyle w:val="unnamed1"/>
              <w:tabs>
                <w:tab w:val="left" w:pos="156"/>
              </w:tabs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- A seguir, peça que escolham uma</w:t>
            </w:r>
            <w:r w:rsidR="003A7AF7" w:rsidRPr="00213361">
              <w:rPr>
                <w:rFonts w:asciiTheme="minorHAnsi" w:hAnsiTheme="minorHAnsi"/>
                <w:sz w:val="20"/>
                <w:szCs w:val="20"/>
              </w:rPr>
              <w:t xml:space="preserve"> poesia</w:t>
            </w:r>
            <w:r w:rsidRPr="00213361">
              <w:rPr>
                <w:rFonts w:asciiTheme="minorHAnsi" w:hAnsiTheme="minorHAnsi"/>
                <w:sz w:val="20"/>
                <w:szCs w:val="20"/>
              </w:rPr>
              <w:t xml:space="preserve"> e façam uma releitura por meio da produção de uma poesia visual no </w:t>
            </w:r>
            <w:proofErr w:type="spellStart"/>
            <w:r w:rsidRPr="00213361">
              <w:rPr>
                <w:rFonts w:asciiTheme="minorHAnsi" w:hAnsiTheme="minorHAnsi"/>
                <w:sz w:val="20"/>
                <w:szCs w:val="20"/>
              </w:rPr>
              <w:t>Prezi</w:t>
            </w:r>
            <w:proofErr w:type="spellEnd"/>
            <w:r w:rsidRPr="00213361">
              <w:rPr>
                <w:rFonts w:asciiTheme="minorHAnsi" w:hAnsiTheme="minorHAnsi"/>
                <w:sz w:val="20"/>
                <w:szCs w:val="20"/>
              </w:rPr>
              <w:t>;</w:t>
            </w:r>
          </w:p>
          <w:p w:rsidR="00435788" w:rsidRPr="00213361" w:rsidRDefault="00435788" w:rsidP="00353D26">
            <w:pPr>
              <w:pStyle w:val="unnamed1"/>
              <w:tabs>
                <w:tab w:val="left" w:pos="156"/>
              </w:tabs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Ao final, abra espaço para que compartilhem as poesias criadas no </w:t>
            </w:r>
            <w:proofErr w:type="spellStart"/>
            <w:r w:rsidRPr="00213361">
              <w:rPr>
                <w:rFonts w:asciiTheme="minorHAnsi" w:hAnsiTheme="minorHAnsi"/>
                <w:sz w:val="20"/>
                <w:szCs w:val="20"/>
              </w:rPr>
              <w:t>Prezi</w:t>
            </w:r>
            <w:proofErr w:type="spellEnd"/>
            <w:r w:rsidRPr="00213361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435788" w:rsidRPr="00213361" w:rsidRDefault="00435788" w:rsidP="00353D26">
            <w:pPr>
              <w:pStyle w:val="unnamed1"/>
              <w:tabs>
                <w:tab w:val="left" w:pos="156"/>
              </w:tabs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Caso o acesso à Internet seja limitado ou ruim, vivencie </w:t>
            </w:r>
            <w:r w:rsidRPr="00213361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esta experiência utilizando outro software para produção de material multimídia, tais como o </w:t>
            </w:r>
            <w:proofErr w:type="spellStart"/>
            <w:r w:rsidRPr="00213361">
              <w:rPr>
                <w:rFonts w:asciiTheme="minorHAnsi" w:hAnsiTheme="minorHAnsi"/>
                <w:sz w:val="20"/>
                <w:szCs w:val="20"/>
              </w:rPr>
              <w:t>Powerpoint</w:t>
            </w:r>
            <w:proofErr w:type="spellEnd"/>
            <w:r w:rsidRPr="00213361">
              <w:rPr>
                <w:rFonts w:asciiTheme="minorHAnsi" w:hAnsiTheme="minorHAnsi"/>
                <w:sz w:val="20"/>
                <w:szCs w:val="20"/>
              </w:rPr>
              <w:t xml:space="preserve"> ou </w:t>
            </w:r>
            <w:proofErr w:type="spellStart"/>
            <w:r w:rsidRPr="00213361">
              <w:rPr>
                <w:rFonts w:asciiTheme="minorHAnsi" w:hAnsiTheme="minorHAnsi"/>
                <w:sz w:val="20"/>
                <w:szCs w:val="20"/>
              </w:rPr>
              <w:t>Impress</w:t>
            </w:r>
            <w:proofErr w:type="spellEnd"/>
            <w:r w:rsidRPr="00213361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A94D49" w:rsidRPr="00213361" w:rsidRDefault="00A94D49" w:rsidP="00353D26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9009DA" w:rsidRPr="00213361">
              <w:rPr>
                <w:rFonts w:asciiTheme="minorHAnsi" w:hAnsiTheme="minorHAnsi"/>
                <w:sz w:val="20"/>
                <w:szCs w:val="20"/>
              </w:rPr>
              <w:t>Oriente</w:t>
            </w:r>
            <w:r w:rsidRPr="00213361">
              <w:rPr>
                <w:rFonts w:asciiTheme="minorHAnsi" w:hAnsiTheme="minorHAnsi"/>
                <w:sz w:val="20"/>
                <w:szCs w:val="20"/>
              </w:rPr>
              <w:t xml:space="preserve"> que criem a </w:t>
            </w:r>
            <w:r w:rsidR="00435788" w:rsidRPr="00213361">
              <w:rPr>
                <w:rFonts w:asciiTheme="minorHAnsi" w:hAnsiTheme="minorHAnsi"/>
                <w:sz w:val="20"/>
                <w:szCs w:val="20"/>
              </w:rPr>
              <w:t>poesia</w:t>
            </w:r>
            <w:r w:rsidRPr="00213361">
              <w:rPr>
                <w:rFonts w:asciiTheme="minorHAnsi" w:hAnsiTheme="minorHAnsi"/>
                <w:sz w:val="20"/>
                <w:szCs w:val="20"/>
              </w:rPr>
              <w:t xml:space="preserve"> utilizando formas, imagens do Google, todos os recursos que estão disponíveis na ferramenta </w:t>
            </w:r>
            <w:proofErr w:type="spellStart"/>
            <w:r w:rsidRPr="00213361">
              <w:rPr>
                <w:rFonts w:asciiTheme="minorHAnsi" w:hAnsiTheme="minorHAnsi"/>
                <w:sz w:val="20"/>
                <w:szCs w:val="20"/>
              </w:rPr>
              <w:t>Prezi</w:t>
            </w:r>
            <w:proofErr w:type="spellEnd"/>
            <w:r w:rsidRPr="00213361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993" w:type="dxa"/>
          </w:tcPr>
          <w:p w:rsidR="00A94D49" w:rsidRPr="00213361" w:rsidRDefault="008865A7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</w:t>
            </w:r>
            <w:r w:rsidR="00435788" w:rsidRPr="00213361">
              <w:rPr>
                <w:rFonts w:asciiTheme="minorHAnsi" w:hAnsiTheme="minorHAnsi"/>
                <w:sz w:val="20"/>
                <w:szCs w:val="20"/>
              </w:rPr>
              <w:t xml:space="preserve">Apresentação de slides com a proposta de atividade para experimentação </w:t>
            </w:r>
            <w:r w:rsidR="008F2389" w:rsidRPr="00213361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435788" w:rsidRPr="00213361">
              <w:rPr>
                <w:rFonts w:asciiTheme="minorHAnsi" w:hAnsiTheme="minorHAnsi"/>
                <w:b/>
                <w:sz w:val="20"/>
                <w:szCs w:val="20"/>
              </w:rPr>
              <w:t>_7_ANEXO_1</w:t>
            </w:r>
            <w:r w:rsidR="0086610C" w:rsidRPr="00213361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</w:tr>
      <w:tr w:rsidR="00A94D49" w:rsidRPr="00213361" w:rsidTr="004F3C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213361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PLANEJAMENTO</w:t>
            </w:r>
          </w:p>
        </w:tc>
        <w:tc>
          <w:tcPr>
            <w:tcW w:w="1057" w:type="dxa"/>
          </w:tcPr>
          <w:p w:rsidR="00A94D49" w:rsidRPr="00213361" w:rsidRDefault="00C025A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45</w:t>
            </w:r>
            <w:r w:rsidR="00A94D49" w:rsidRPr="00213361">
              <w:rPr>
                <w:rFonts w:asciiTheme="minorHAnsi" w:hAnsiTheme="minorHAnsi"/>
                <w:sz w:val="20"/>
                <w:szCs w:val="20"/>
              </w:rPr>
              <w:t xml:space="preserve"> min</w:t>
            </w:r>
          </w:p>
        </w:tc>
        <w:tc>
          <w:tcPr>
            <w:tcW w:w="2996" w:type="dxa"/>
          </w:tcPr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Organização de uma atividade para ser desenvolvida com os alunos</w:t>
            </w:r>
          </w:p>
        </w:tc>
        <w:tc>
          <w:tcPr>
            <w:tcW w:w="4860" w:type="dxa"/>
          </w:tcPr>
          <w:p w:rsidR="00A94D49" w:rsidRPr="00213361" w:rsidRDefault="00A94D49" w:rsidP="00353D26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CF0FA7" w:rsidRPr="00213361">
              <w:rPr>
                <w:rFonts w:asciiTheme="minorHAnsi" w:hAnsiTheme="minorHAnsi"/>
                <w:sz w:val="20"/>
                <w:szCs w:val="20"/>
              </w:rPr>
              <w:t xml:space="preserve">Solicite </w:t>
            </w:r>
            <w:r w:rsidRPr="00213361">
              <w:rPr>
                <w:rFonts w:asciiTheme="minorHAnsi" w:hAnsiTheme="minorHAnsi"/>
                <w:sz w:val="20"/>
                <w:szCs w:val="20"/>
              </w:rPr>
              <w:t>aos professores que planejem uma atividad</w:t>
            </w:r>
            <w:r w:rsidR="00853877" w:rsidRPr="00213361">
              <w:rPr>
                <w:rFonts w:asciiTheme="minorHAnsi" w:hAnsiTheme="minorHAnsi"/>
                <w:sz w:val="20"/>
                <w:szCs w:val="20"/>
              </w:rPr>
              <w:t>e de poesia visual para fazer com os seus alunos</w:t>
            </w:r>
            <w:r w:rsidR="0079090D" w:rsidRPr="00213361">
              <w:rPr>
                <w:rFonts w:asciiTheme="minorHAnsi" w:hAnsiTheme="minorHAnsi"/>
                <w:sz w:val="20"/>
                <w:szCs w:val="20"/>
              </w:rPr>
              <w:t>;</w:t>
            </w:r>
          </w:p>
          <w:p w:rsidR="00435788" w:rsidRPr="00213361" w:rsidRDefault="0079090D" w:rsidP="00353D26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- Solicite</w:t>
            </w:r>
            <w:r w:rsidR="00435788" w:rsidRPr="00213361">
              <w:rPr>
                <w:rFonts w:asciiTheme="minorHAnsi" w:hAnsiTheme="minorHAnsi"/>
                <w:sz w:val="20"/>
                <w:szCs w:val="20"/>
              </w:rPr>
              <w:t xml:space="preserve"> que utilizem o modelo de planejamento proposto do </w:t>
            </w:r>
            <w:r w:rsidRPr="00213361">
              <w:rPr>
                <w:rFonts w:asciiTheme="minorHAnsi" w:hAnsiTheme="minorHAnsi"/>
                <w:b/>
                <w:sz w:val="20"/>
                <w:szCs w:val="20"/>
              </w:rPr>
              <w:t>ANEXO 2</w:t>
            </w:r>
            <w:r w:rsidR="00435788" w:rsidRPr="00213361">
              <w:rPr>
                <w:rFonts w:asciiTheme="minorHAnsi" w:hAnsiTheme="minorHAnsi"/>
                <w:sz w:val="20"/>
                <w:szCs w:val="20"/>
              </w:rPr>
              <w:t xml:space="preserve"> deste encontro, ou utilizem um outro modelo já adotado pela escola.</w:t>
            </w:r>
          </w:p>
          <w:p w:rsidR="00A94D49" w:rsidRPr="00213361" w:rsidRDefault="00A94D49" w:rsidP="00353D26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Para trabalhar com essa proposta o professor pode utilizar o </w:t>
            </w:r>
            <w:proofErr w:type="spellStart"/>
            <w:r w:rsidRPr="00213361">
              <w:rPr>
                <w:rFonts w:asciiTheme="minorHAnsi" w:hAnsiTheme="minorHAnsi"/>
                <w:sz w:val="20"/>
                <w:szCs w:val="20"/>
              </w:rPr>
              <w:t>Prezi</w:t>
            </w:r>
            <w:proofErr w:type="spellEnd"/>
            <w:r w:rsidRPr="00213361">
              <w:rPr>
                <w:rFonts w:asciiTheme="minorHAnsi" w:hAnsiTheme="minorHAnsi"/>
                <w:sz w:val="20"/>
                <w:szCs w:val="20"/>
              </w:rPr>
              <w:t xml:space="preserve"> e, caso não tenha internet, pode utilizar uma outra fe</w:t>
            </w:r>
            <w:r w:rsidR="00435788" w:rsidRPr="00213361">
              <w:rPr>
                <w:rFonts w:asciiTheme="minorHAnsi" w:hAnsiTheme="minorHAnsi"/>
                <w:sz w:val="20"/>
                <w:szCs w:val="20"/>
              </w:rPr>
              <w:t>rramenta multimídia, como Power</w:t>
            </w:r>
            <w:r w:rsidRPr="00213361">
              <w:rPr>
                <w:rFonts w:asciiTheme="minorHAnsi" w:hAnsiTheme="minorHAnsi"/>
                <w:sz w:val="20"/>
                <w:szCs w:val="20"/>
              </w:rPr>
              <w:t>Point por exemp</w:t>
            </w:r>
            <w:r w:rsidR="00435788" w:rsidRPr="00213361">
              <w:rPr>
                <w:rFonts w:asciiTheme="minorHAnsi" w:hAnsiTheme="minorHAnsi"/>
                <w:sz w:val="20"/>
                <w:szCs w:val="20"/>
              </w:rPr>
              <w:t>lo ou</w:t>
            </w:r>
            <w:r w:rsidRPr="00213361">
              <w:rPr>
                <w:rFonts w:asciiTheme="minorHAnsi" w:hAnsiTheme="minorHAnsi"/>
                <w:sz w:val="20"/>
                <w:szCs w:val="20"/>
              </w:rPr>
              <w:t xml:space="preserve"> até mesmo</w:t>
            </w:r>
            <w:r w:rsidR="00435788" w:rsidRPr="00213361">
              <w:rPr>
                <w:rFonts w:asciiTheme="minorHAnsi" w:hAnsiTheme="minorHAnsi"/>
                <w:sz w:val="20"/>
                <w:szCs w:val="20"/>
              </w:rPr>
              <w:t xml:space="preserve"> fazer</w:t>
            </w:r>
            <w:r w:rsidRPr="00213361">
              <w:rPr>
                <w:rFonts w:asciiTheme="minorHAnsi" w:hAnsiTheme="minorHAnsi"/>
                <w:sz w:val="20"/>
                <w:szCs w:val="20"/>
              </w:rPr>
              <w:t xml:space="preserve"> desenhos e colagens.</w:t>
            </w:r>
          </w:p>
          <w:p w:rsidR="00F33D17" w:rsidRPr="00213361" w:rsidRDefault="00435788" w:rsidP="00353D26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0F02F1" w:rsidRPr="00213361">
              <w:rPr>
                <w:rFonts w:asciiTheme="minorHAnsi" w:hAnsiTheme="minorHAnsi"/>
                <w:sz w:val="20"/>
                <w:szCs w:val="20"/>
              </w:rPr>
              <w:t>Uma atividade como esta, feita em dupla, proporciona o desenvolvimento da autonomia, criatividade e o pensamento crítico. O aluno, ao escolher o tema e criar sua poesia, está no centro da aprendizagem, sendo o protagonista deste processo. Ao trabalhar em pares, ele também desenvolve habilidades de colaboração. Todos esses requisitos são fundamentais para que o aluno se torne um cidadão ativo na sociedade.</w:t>
            </w:r>
          </w:p>
          <w:p w:rsidR="00A94D49" w:rsidRPr="00213361" w:rsidRDefault="00A94D49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93" w:type="dxa"/>
          </w:tcPr>
          <w:p w:rsidR="0000753B" w:rsidRPr="00213361" w:rsidRDefault="0000753B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Apresentação de slides com a diretriz para desenvolvimento da atividade </w:t>
            </w:r>
            <w:r w:rsidRPr="00213361">
              <w:rPr>
                <w:rFonts w:asciiTheme="minorHAnsi" w:hAnsiTheme="minorHAnsi"/>
                <w:b/>
                <w:sz w:val="20"/>
                <w:szCs w:val="20"/>
              </w:rPr>
              <w:t>(ENCONTRO_7_ANEXO_1)</w:t>
            </w:r>
          </w:p>
          <w:p w:rsidR="00A94D49" w:rsidRPr="00213361" w:rsidRDefault="0000753B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Documento para registrar a proposta para planejamento da atividade </w:t>
            </w:r>
            <w:r w:rsidRPr="00213361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(ENCONTRO_7_ANEXO _2)</w:t>
            </w:r>
          </w:p>
        </w:tc>
      </w:tr>
      <w:tr w:rsidR="0000753B" w:rsidRPr="00213361" w:rsidTr="004F3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00753B" w:rsidRPr="00213361" w:rsidRDefault="0000753B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213361">
              <w:rPr>
                <w:rFonts w:asciiTheme="minorHAnsi" w:hAnsiTheme="minorHAnsi"/>
                <w:b/>
                <w:sz w:val="20"/>
                <w:szCs w:val="20"/>
              </w:rPr>
              <w:t>AVALIAÇÃO</w:t>
            </w:r>
          </w:p>
        </w:tc>
        <w:tc>
          <w:tcPr>
            <w:tcW w:w="1057" w:type="dxa"/>
          </w:tcPr>
          <w:p w:rsidR="0000753B" w:rsidRPr="00213361" w:rsidRDefault="0000753B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15 min</w:t>
            </w:r>
          </w:p>
        </w:tc>
        <w:tc>
          <w:tcPr>
            <w:tcW w:w="2996" w:type="dxa"/>
          </w:tcPr>
          <w:p w:rsidR="0000753B" w:rsidRPr="00213361" w:rsidRDefault="0000753B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Síntese e avaliação do Encontro</w:t>
            </w:r>
          </w:p>
        </w:tc>
        <w:tc>
          <w:tcPr>
            <w:tcW w:w="4860" w:type="dxa"/>
          </w:tcPr>
          <w:p w:rsidR="0000753B" w:rsidRPr="00213361" w:rsidRDefault="0000753B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- Abra o slide com a síntese do encontro e verifique se tudo que foi proposto, foi realizado.</w:t>
            </w:r>
          </w:p>
          <w:p w:rsidR="0000753B" w:rsidRPr="00213361" w:rsidRDefault="0000753B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>- Entregue a ficha de avaliação do encontro para cada um dos participantes, solicite que a preencham e devolvam para o líder do encontro poder analisar os resultados deste momento de formação continuada.</w:t>
            </w:r>
          </w:p>
        </w:tc>
        <w:tc>
          <w:tcPr>
            <w:tcW w:w="2993" w:type="dxa"/>
          </w:tcPr>
          <w:p w:rsidR="0000753B" w:rsidRPr="00213361" w:rsidRDefault="008865A7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00753B" w:rsidRPr="00213361">
              <w:rPr>
                <w:rFonts w:asciiTheme="minorHAnsi" w:hAnsiTheme="minorHAnsi"/>
                <w:sz w:val="20"/>
                <w:szCs w:val="20"/>
              </w:rPr>
              <w:t xml:space="preserve">Apresentação de slides com a síntese do encontro </w:t>
            </w:r>
            <w:r w:rsidR="0000753B" w:rsidRPr="00213361">
              <w:rPr>
                <w:rFonts w:asciiTheme="minorHAnsi" w:hAnsiTheme="minorHAnsi"/>
                <w:b/>
                <w:sz w:val="20"/>
                <w:szCs w:val="20"/>
              </w:rPr>
              <w:t>(ENCONTRO_7_ANEXO_1)</w:t>
            </w:r>
          </w:p>
          <w:p w:rsidR="0000753B" w:rsidRPr="00213361" w:rsidRDefault="008865A7" w:rsidP="00353D26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3361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00753B" w:rsidRPr="00213361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Ficha de avaliação do Encontro </w:t>
            </w:r>
            <w:r w:rsidR="0000753B" w:rsidRPr="00213361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(ENCONTRO_7_ANEXO_3)</w:t>
            </w:r>
          </w:p>
        </w:tc>
      </w:tr>
    </w:tbl>
    <w:p w:rsidR="00A94D49" w:rsidRPr="00213361" w:rsidRDefault="00A94D49" w:rsidP="009A0D47">
      <w:pPr>
        <w:jc w:val="both"/>
        <w:rPr>
          <w:rFonts w:asciiTheme="minorHAnsi" w:hAnsiTheme="minorHAnsi"/>
          <w:sz w:val="20"/>
          <w:szCs w:val="20"/>
        </w:rPr>
      </w:pPr>
    </w:p>
    <w:sectPr w:rsidR="00A94D49" w:rsidRPr="00213361" w:rsidSect="00F41D30">
      <w:headerReference w:type="default" r:id="rId8"/>
      <w:footerReference w:type="default" r:id="rId9"/>
      <w:pgSz w:w="16840" w:h="11907" w:orient="landscape" w:code="9"/>
      <w:pgMar w:top="1276" w:right="1418" w:bottom="1701" w:left="1418" w:header="425" w:footer="522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FE5" w:rsidRDefault="00085FE5">
      <w:r>
        <w:separator/>
      </w:r>
    </w:p>
  </w:endnote>
  <w:endnote w:type="continuationSeparator" w:id="0">
    <w:p w:rsidR="00085FE5" w:rsidRDefault="0008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DDC" w:rsidRPr="003A428B" w:rsidRDefault="002A1DDC">
    <w:pPr>
      <w:pStyle w:val="Rodap"/>
      <w:jc w:val="center"/>
      <w:rPr>
        <w:rFonts w:ascii="Century Gothic" w:hAnsi="Century Gothic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FE5" w:rsidRDefault="00085FE5">
      <w:r>
        <w:separator/>
      </w:r>
    </w:p>
  </w:footnote>
  <w:footnote w:type="continuationSeparator" w:id="0">
    <w:p w:rsidR="00085FE5" w:rsidRDefault="00085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DDC" w:rsidRDefault="002A1DDC" w:rsidP="007B73E0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31821"/>
    <w:multiLevelType w:val="multilevel"/>
    <w:tmpl w:val="B526F7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7"/>
        </w:tabs>
        <w:ind w:left="1317" w:hanging="7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84"/>
        </w:tabs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51"/>
        </w:tabs>
        <w:ind w:left="2451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>
    <w:nsid w:val="09B0601B"/>
    <w:multiLevelType w:val="hybridMultilevel"/>
    <w:tmpl w:val="A666437C"/>
    <w:lvl w:ilvl="0" w:tplc="53B6070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1F5252"/>
    <w:multiLevelType w:val="multilevel"/>
    <w:tmpl w:val="9D02E1BE"/>
    <w:lvl w:ilvl="0">
      <w:numFmt w:val="bullet"/>
      <w:lvlText w:val=""/>
      <w:lvlJc w:val="left"/>
      <w:pPr>
        <w:ind w:left="213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896" w:hanging="360"/>
      </w:pPr>
      <w:rPr>
        <w:rFonts w:ascii="Wingdings" w:hAnsi="Wingdings"/>
      </w:rPr>
    </w:lvl>
  </w:abstractNum>
  <w:abstractNum w:abstractNumId="3">
    <w:nsid w:val="0BBB323A"/>
    <w:multiLevelType w:val="multilevel"/>
    <w:tmpl w:val="0AEA1AF4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2"/>
        </w:tabs>
        <w:ind w:left="127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">
    <w:nsid w:val="0C7E773A"/>
    <w:multiLevelType w:val="multilevel"/>
    <w:tmpl w:val="87B0D7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6600AE9"/>
    <w:multiLevelType w:val="hybridMultilevel"/>
    <w:tmpl w:val="A666437C"/>
    <w:lvl w:ilvl="0" w:tplc="53B6070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8667C0"/>
    <w:multiLevelType w:val="singleLevel"/>
    <w:tmpl w:val="DBD2C8AC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7">
    <w:nsid w:val="224A3315"/>
    <w:multiLevelType w:val="singleLevel"/>
    <w:tmpl w:val="CF4E8C74"/>
    <w:lvl w:ilvl="0">
      <w:start w:val="5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66072C6"/>
    <w:multiLevelType w:val="multilevel"/>
    <w:tmpl w:val="D94A6B9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90E41EC"/>
    <w:multiLevelType w:val="multilevel"/>
    <w:tmpl w:val="99BEB8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8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10">
    <w:nsid w:val="2B5212D6"/>
    <w:multiLevelType w:val="singleLevel"/>
    <w:tmpl w:val="49AE2820"/>
    <w:lvl w:ilvl="0">
      <w:start w:val="1"/>
      <w:numFmt w:val="lowerLetter"/>
      <w:lvlText w:val="(%1)"/>
      <w:lvlJc w:val="left"/>
      <w:pPr>
        <w:ind w:left="1637" w:hanging="360"/>
      </w:pPr>
      <w:rPr>
        <w:rFonts w:hint="default"/>
      </w:rPr>
    </w:lvl>
  </w:abstractNum>
  <w:abstractNum w:abstractNumId="11">
    <w:nsid w:val="2EEF40A8"/>
    <w:multiLevelType w:val="multilevel"/>
    <w:tmpl w:val="73C01B6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2"/>
        </w:tabs>
        <w:ind w:left="127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2">
    <w:nsid w:val="3B212B7D"/>
    <w:multiLevelType w:val="multilevel"/>
    <w:tmpl w:val="E7F08AF8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DF64954"/>
    <w:multiLevelType w:val="hybridMultilevel"/>
    <w:tmpl w:val="D952B716"/>
    <w:lvl w:ilvl="0" w:tplc="2C24C832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90" w:hanging="360"/>
      </w:pPr>
    </w:lvl>
    <w:lvl w:ilvl="2" w:tplc="0416001B" w:tentative="1">
      <w:start w:val="1"/>
      <w:numFmt w:val="lowerRoman"/>
      <w:lvlText w:val="%3."/>
      <w:lvlJc w:val="right"/>
      <w:pPr>
        <w:ind w:left="2310" w:hanging="180"/>
      </w:pPr>
    </w:lvl>
    <w:lvl w:ilvl="3" w:tplc="0416000F" w:tentative="1">
      <w:start w:val="1"/>
      <w:numFmt w:val="decimal"/>
      <w:lvlText w:val="%4."/>
      <w:lvlJc w:val="left"/>
      <w:pPr>
        <w:ind w:left="3030" w:hanging="360"/>
      </w:pPr>
    </w:lvl>
    <w:lvl w:ilvl="4" w:tplc="04160019" w:tentative="1">
      <w:start w:val="1"/>
      <w:numFmt w:val="lowerLetter"/>
      <w:lvlText w:val="%5."/>
      <w:lvlJc w:val="left"/>
      <w:pPr>
        <w:ind w:left="3750" w:hanging="360"/>
      </w:pPr>
    </w:lvl>
    <w:lvl w:ilvl="5" w:tplc="0416001B" w:tentative="1">
      <w:start w:val="1"/>
      <w:numFmt w:val="lowerRoman"/>
      <w:lvlText w:val="%6."/>
      <w:lvlJc w:val="right"/>
      <w:pPr>
        <w:ind w:left="4470" w:hanging="180"/>
      </w:pPr>
    </w:lvl>
    <w:lvl w:ilvl="6" w:tplc="0416000F" w:tentative="1">
      <w:start w:val="1"/>
      <w:numFmt w:val="decimal"/>
      <w:lvlText w:val="%7."/>
      <w:lvlJc w:val="left"/>
      <w:pPr>
        <w:ind w:left="5190" w:hanging="360"/>
      </w:pPr>
    </w:lvl>
    <w:lvl w:ilvl="7" w:tplc="04160019" w:tentative="1">
      <w:start w:val="1"/>
      <w:numFmt w:val="lowerLetter"/>
      <w:lvlText w:val="%8."/>
      <w:lvlJc w:val="left"/>
      <w:pPr>
        <w:ind w:left="5910" w:hanging="360"/>
      </w:pPr>
    </w:lvl>
    <w:lvl w:ilvl="8" w:tplc="0416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>
    <w:nsid w:val="419F4491"/>
    <w:multiLevelType w:val="multilevel"/>
    <w:tmpl w:val="53BA5DB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5D121E2"/>
    <w:multiLevelType w:val="hybridMultilevel"/>
    <w:tmpl w:val="25D239DC"/>
    <w:lvl w:ilvl="0" w:tplc="1BC83A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689D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E2405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62311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4AAE5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8C895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BA375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B49D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7E3E7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8146B58"/>
    <w:multiLevelType w:val="multilevel"/>
    <w:tmpl w:val="A2029E6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A376753"/>
    <w:multiLevelType w:val="multilevel"/>
    <w:tmpl w:val="128CC556"/>
    <w:lvl w:ilvl="0">
      <w:start w:val="8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C3B48F2"/>
    <w:multiLevelType w:val="multilevel"/>
    <w:tmpl w:val="4F62D3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512C56BC"/>
    <w:multiLevelType w:val="hybridMultilevel"/>
    <w:tmpl w:val="69C05966"/>
    <w:lvl w:ilvl="0" w:tplc="067654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B2CB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82F5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A6BDF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A4D83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BC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5412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FACC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C6EEE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56997503"/>
    <w:multiLevelType w:val="multilevel"/>
    <w:tmpl w:val="8E0E56C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1">
    <w:nsid w:val="5BC97109"/>
    <w:multiLevelType w:val="singleLevel"/>
    <w:tmpl w:val="C9BCDAD8"/>
    <w:lvl w:ilvl="0">
      <w:start w:val="1"/>
      <w:numFmt w:val="lowerRoman"/>
      <w:lvlText w:val="(%1) "/>
      <w:lvlJc w:val="left"/>
      <w:pPr>
        <w:tabs>
          <w:tab w:val="num" w:pos="1571"/>
        </w:tabs>
        <w:ind w:left="1134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>
    <w:nsid w:val="5EEA0F13"/>
    <w:multiLevelType w:val="multilevel"/>
    <w:tmpl w:val="07D863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8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23">
    <w:nsid w:val="6777108E"/>
    <w:multiLevelType w:val="hybridMultilevel"/>
    <w:tmpl w:val="BE926C9E"/>
    <w:lvl w:ilvl="0" w:tplc="43CEC69A">
      <w:start w:val="1"/>
      <w:numFmt w:val="lowerLetter"/>
      <w:lvlText w:val="(%1)"/>
      <w:lvlJc w:val="left"/>
      <w:pPr>
        <w:ind w:left="19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40" w:hanging="360"/>
      </w:pPr>
    </w:lvl>
    <w:lvl w:ilvl="2" w:tplc="0416001B" w:tentative="1">
      <w:start w:val="1"/>
      <w:numFmt w:val="lowerRoman"/>
      <w:lvlText w:val="%3."/>
      <w:lvlJc w:val="right"/>
      <w:pPr>
        <w:ind w:left="3360" w:hanging="180"/>
      </w:pPr>
    </w:lvl>
    <w:lvl w:ilvl="3" w:tplc="0416000F" w:tentative="1">
      <w:start w:val="1"/>
      <w:numFmt w:val="decimal"/>
      <w:lvlText w:val="%4."/>
      <w:lvlJc w:val="left"/>
      <w:pPr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74D431CF"/>
    <w:multiLevelType w:val="multilevel"/>
    <w:tmpl w:val="1E7CEED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C807EFA"/>
    <w:multiLevelType w:val="multilevel"/>
    <w:tmpl w:val="29B42C9E"/>
    <w:lvl w:ilvl="0">
      <w:start w:val="5"/>
      <w:numFmt w:val="decimal"/>
      <w:lvlText w:val="%1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6"/>
  </w:num>
  <w:num w:numId="3">
    <w:abstractNumId w:val="24"/>
  </w:num>
  <w:num w:numId="4">
    <w:abstractNumId w:val="21"/>
  </w:num>
  <w:num w:numId="5">
    <w:abstractNumId w:val="10"/>
  </w:num>
  <w:num w:numId="6">
    <w:abstractNumId w:val="17"/>
  </w:num>
  <w:num w:numId="7">
    <w:abstractNumId w:val="7"/>
  </w:num>
  <w:num w:numId="8">
    <w:abstractNumId w:val="12"/>
  </w:num>
  <w:num w:numId="9">
    <w:abstractNumId w:val="25"/>
  </w:num>
  <w:num w:numId="10">
    <w:abstractNumId w:val="3"/>
  </w:num>
  <w:num w:numId="11">
    <w:abstractNumId w:val="11"/>
  </w:num>
  <w:num w:numId="12">
    <w:abstractNumId w:val="0"/>
  </w:num>
  <w:num w:numId="13">
    <w:abstractNumId w:val="14"/>
  </w:num>
  <w:num w:numId="14">
    <w:abstractNumId w:val="18"/>
  </w:num>
  <w:num w:numId="15">
    <w:abstractNumId w:val="5"/>
  </w:num>
  <w:num w:numId="16">
    <w:abstractNumId w:val="20"/>
  </w:num>
  <w:num w:numId="17">
    <w:abstractNumId w:val="1"/>
  </w:num>
  <w:num w:numId="18">
    <w:abstractNumId w:val="2"/>
  </w:num>
  <w:num w:numId="19">
    <w:abstractNumId w:val="22"/>
  </w:num>
  <w:num w:numId="20">
    <w:abstractNumId w:val="4"/>
  </w:num>
  <w:num w:numId="21">
    <w:abstractNumId w:val="9"/>
  </w:num>
  <w:num w:numId="22">
    <w:abstractNumId w:val="8"/>
  </w:num>
  <w:num w:numId="23">
    <w:abstractNumId w:val="23"/>
  </w:num>
  <w:num w:numId="24">
    <w:abstractNumId w:val="13"/>
  </w:num>
  <w:num w:numId="25">
    <w:abstractNumId w:val="19"/>
  </w:num>
  <w:num w:numId="26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3E0"/>
    <w:rsid w:val="000068B0"/>
    <w:rsid w:val="0000753B"/>
    <w:rsid w:val="00013C58"/>
    <w:rsid w:val="000205FC"/>
    <w:rsid w:val="00041E29"/>
    <w:rsid w:val="000560C5"/>
    <w:rsid w:val="00063592"/>
    <w:rsid w:val="00064F35"/>
    <w:rsid w:val="00072413"/>
    <w:rsid w:val="00073FD8"/>
    <w:rsid w:val="000809BD"/>
    <w:rsid w:val="0008242D"/>
    <w:rsid w:val="00085FE5"/>
    <w:rsid w:val="000866FA"/>
    <w:rsid w:val="000970B6"/>
    <w:rsid w:val="000A39E5"/>
    <w:rsid w:val="000B1681"/>
    <w:rsid w:val="000C0D93"/>
    <w:rsid w:val="000D04C7"/>
    <w:rsid w:val="000D4B94"/>
    <w:rsid w:val="000D60C6"/>
    <w:rsid w:val="000E5E58"/>
    <w:rsid w:val="000F02F1"/>
    <w:rsid w:val="000F7516"/>
    <w:rsid w:val="00100388"/>
    <w:rsid w:val="0010657C"/>
    <w:rsid w:val="001067BB"/>
    <w:rsid w:val="00110B22"/>
    <w:rsid w:val="00114AF7"/>
    <w:rsid w:val="00117C12"/>
    <w:rsid w:val="00131853"/>
    <w:rsid w:val="001507B1"/>
    <w:rsid w:val="00150BE9"/>
    <w:rsid w:val="001524A7"/>
    <w:rsid w:val="001530AE"/>
    <w:rsid w:val="0015642E"/>
    <w:rsid w:val="00162408"/>
    <w:rsid w:val="00164189"/>
    <w:rsid w:val="001655A8"/>
    <w:rsid w:val="0017190C"/>
    <w:rsid w:val="00174B28"/>
    <w:rsid w:val="00183213"/>
    <w:rsid w:val="00184E20"/>
    <w:rsid w:val="0018557F"/>
    <w:rsid w:val="00192F5E"/>
    <w:rsid w:val="0019548F"/>
    <w:rsid w:val="00196F45"/>
    <w:rsid w:val="001A4EA1"/>
    <w:rsid w:val="001B1094"/>
    <w:rsid w:val="001B5DEF"/>
    <w:rsid w:val="001C0590"/>
    <w:rsid w:val="001C7525"/>
    <w:rsid w:val="001D2C40"/>
    <w:rsid w:val="001D58C4"/>
    <w:rsid w:val="001E659B"/>
    <w:rsid w:val="001E71EF"/>
    <w:rsid w:val="001F1839"/>
    <w:rsid w:val="00203FB1"/>
    <w:rsid w:val="00205628"/>
    <w:rsid w:val="00210540"/>
    <w:rsid w:val="00213361"/>
    <w:rsid w:val="00213F45"/>
    <w:rsid w:val="00220075"/>
    <w:rsid w:val="00227C06"/>
    <w:rsid w:val="0023078A"/>
    <w:rsid w:val="00230E20"/>
    <w:rsid w:val="00252DD3"/>
    <w:rsid w:val="002546D5"/>
    <w:rsid w:val="002615AC"/>
    <w:rsid w:val="002619C3"/>
    <w:rsid w:val="00271CFC"/>
    <w:rsid w:val="00272077"/>
    <w:rsid w:val="002A1DDC"/>
    <w:rsid w:val="002A34CE"/>
    <w:rsid w:val="002B16F1"/>
    <w:rsid w:val="002B2B26"/>
    <w:rsid w:val="002B4BBE"/>
    <w:rsid w:val="002B5059"/>
    <w:rsid w:val="002B7F02"/>
    <w:rsid w:val="002C48CB"/>
    <w:rsid w:val="002C785F"/>
    <w:rsid w:val="002C7C2A"/>
    <w:rsid w:val="002D34CD"/>
    <w:rsid w:val="002F24AF"/>
    <w:rsid w:val="00305318"/>
    <w:rsid w:val="00306ED3"/>
    <w:rsid w:val="00322952"/>
    <w:rsid w:val="003274D8"/>
    <w:rsid w:val="003302D7"/>
    <w:rsid w:val="00331A0D"/>
    <w:rsid w:val="003342B2"/>
    <w:rsid w:val="00337087"/>
    <w:rsid w:val="00343F00"/>
    <w:rsid w:val="00347B5D"/>
    <w:rsid w:val="00353D26"/>
    <w:rsid w:val="003621D5"/>
    <w:rsid w:val="0036227A"/>
    <w:rsid w:val="00373861"/>
    <w:rsid w:val="00375EA1"/>
    <w:rsid w:val="0037671B"/>
    <w:rsid w:val="00386C0D"/>
    <w:rsid w:val="00392D7C"/>
    <w:rsid w:val="003A3295"/>
    <w:rsid w:val="003A428B"/>
    <w:rsid w:val="003A7AF7"/>
    <w:rsid w:val="003C36B6"/>
    <w:rsid w:val="003D0D80"/>
    <w:rsid w:val="003D53B3"/>
    <w:rsid w:val="003F0F92"/>
    <w:rsid w:val="003F43F3"/>
    <w:rsid w:val="00407CB4"/>
    <w:rsid w:val="004145A2"/>
    <w:rsid w:val="00425C22"/>
    <w:rsid w:val="00425D17"/>
    <w:rsid w:val="004322CC"/>
    <w:rsid w:val="00433975"/>
    <w:rsid w:val="00435788"/>
    <w:rsid w:val="00446A91"/>
    <w:rsid w:val="0046533A"/>
    <w:rsid w:val="00476C68"/>
    <w:rsid w:val="0048390D"/>
    <w:rsid w:val="00484994"/>
    <w:rsid w:val="0049614C"/>
    <w:rsid w:val="004961CA"/>
    <w:rsid w:val="004B4843"/>
    <w:rsid w:val="004C0FDD"/>
    <w:rsid w:val="004D451C"/>
    <w:rsid w:val="004D7E6F"/>
    <w:rsid w:val="004E4BD2"/>
    <w:rsid w:val="004E6EBD"/>
    <w:rsid w:val="004F3C2E"/>
    <w:rsid w:val="005034C1"/>
    <w:rsid w:val="0051203D"/>
    <w:rsid w:val="0051295E"/>
    <w:rsid w:val="00512C02"/>
    <w:rsid w:val="005134C8"/>
    <w:rsid w:val="00517CF9"/>
    <w:rsid w:val="005343E1"/>
    <w:rsid w:val="005355E3"/>
    <w:rsid w:val="005507D4"/>
    <w:rsid w:val="0055132F"/>
    <w:rsid w:val="005624EA"/>
    <w:rsid w:val="00571481"/>
    <w:rsid w:val="00573792"/>
    <w:rsid w:val="00577B63"/>
    <w:rsid w:val="005A0B09"/>
    <w:rsid w:val="005A1BBD"/>
    <w:rsid w:val="005A2656"/>
    <w:rsid w:val="005B68C7"/>
    <w:rsid w:val="005B7E0C"/>
    <w:rsid w:val="005C0E66"/>
    <w:rsid w:val="005E6A8D"/>
    <w:rsid w:val="00601EF0"/>
    <w:rsid w:val="00606917"/>
    <w:rsid w:val="00617299"/>
    <w:rsid w:val="00625420"/>
    <w:rsid w:val="006313BA"/>
    <w:rsid w:val="00636782"/>
    <w:rsid w:val="006369DA"/>
    <w:rsid w:val="00637B28"/>
    <w:rsid w:val="00643D82"/>
    <w:rsid w:val="00647B1C"/>
    <w:rsid w:val="00655E92"/>
    <w:rsid w:val="00655F77"/>
    <w:rsid w:val="00661025"/>
    <w:rsid w:val="00666CB5"/>
    <w:rsid w:val="006722F6"/>
    <w:rsid w:val="0067394D"/>
    <w:rsid w:val="0067430A"/>
    <w:rsid w:val="00682876"/>
    <w:rsid w:val="006867D4"/>
    <w:rsid w:val="00695782"/>
    <w:rsid w:val="00697179"/>
    <w:rsid w:val="006D1F40"/>
    <w:rsid w:val="006D35E1"/>
    <w:rsid w:val="006E6489"/>
    <w:rsid w:val="006F7FC9"/>
    <w:rsid w:val="00712B03"/>
    <w:rsid w:val="007232F1"/>
    <w:rsid w:val="00723B03"/>
    <w:rsid w:val="00744822"/>
    <w:rsid w:val="007456F5"/>
    <w:rsid w:val="00785C95"/>
    <w:rsid w:val="00786256"/>
    <w:rsid w:val="0079090D"/>
    <w:rsid w:val="007A0ED7"/>
    <w:rsid w:val="007A1F8D"/>
    <w:rsid w:val="007A59D3"/>
    <w:rsid w:val="007B73E0"/>
    <w:rsid w:val="007C4BF8"/>
    <w:rsid w:val="007C72F9"/>
    <w:rsid w:val="007C769A"/>
    <w:rsid w:val="007D14C7"/>
    <w:rsid w:val="007E0A9B"/>
    <w:rsid w:val="007F5A9A"/>
    <w:rsid w:val="00803EB6"/>
    <w:rsid w:val="008104C3"/>
    <w:rsid w:val="00811E6C"/>
    <w:rsid w:val="008267CD"/>
    <w:rsid w:val="0083639D"/>
    <w:rsid w:val="008425F8"/>
    <w:rsid w:val="008453F2"/>
    <w:rsid w:val="008465FA"/>
    <w:rsid w:val="00853877"/>
    <w:rsid w:val="00860C27"/>
    <w:rsid w:val="00861D09"/>
    <w:rsid w:val="0086610C"/>
    <w:rsid w:val="00873FA7"/>
    <w:rsid w:val="0088486C"/>
    <w:rsid w:val="008865A7"/>
    <w:rsid w:val="00891C14"/>
    <w:rsid w:val="00895027"/>
    <w:rsid w:val="008A5B94"/>
    <w:rsid w:val="008B0033"/>
    <w:rsid w:val="008B2A96"/>
    <w:rsid w:val="008B3AA0"/>
    <w:rsid w:val="008B62B8"/>
    <w:rsid w:val="008C5BB4"/>
    <w:rsid w:val="008E30B7"/>
    <w:rsid w:val="008F046D"/>
    <w:rsid w:val="008F2389"/>
    <w:rsid w:val="008F283E"/>
    <w:rsid w:val="008F4C45"/>
    <w:rsid w:val="009009DA"/>
    <w:rsid w:val="00905D7B"/>
    <w:rsid w:val="00916B65"/>
    <w:rsid w:val="00942FA3"/>
    <w:rsid w:val="00952239"/>
    <w:rsid w:val="009536F1"/>
    <w:rsid w:val="009574C5"/>
    <w:rsid w:val="00964B55"/>
    <w:rsid w:val="00973FB1"/>
    <w:rsid w:val="0097717E"/>
    <w:rsid w:val="0099113C"/>
    <w:rsid w:val="009A0D47"/>
    <w:rsid w:val="009A4864"/>
    <w:rsid w:val="009C2890"/>
    <w:rsid w:val="009D3C65"/>
    <w:rsid w:val="009D5BEF"/>
    <w:rsid w:val="009D75B5"/>
    <w:rsid w:val="009E6A2B"/>
    <w:rsid w:val="009F2308"/>
    <w:rsid w:val="00A07166"/>
    <w:rsid w:val="00A40D8E"/>
    <w:rsid w:val="00A45E26"/>
    <w:rsid w:val="00A47397"/>
    <w:rsid w:val="00A60A6A"/>
    <w:rsid w:val="00A63D7C"/>
    <w:rsid w:val="00A73E2A"/>
    <w:rsid w:val="00A900D2"/>
    <w:rsid w:val="00A9477B"/>
    <w:rsid w:val="00A947D8"/>
    <w:rsid w:val="00A94D49"/>
    <w:rsid w:val="00AA71FA"/>
    <w:rsid w:val="00AA773E"/>
    <w:rsid w:val="00AB43D7"/>
    <w:rsid w:val="00AB6DCD"/>
    <w:rsid w:val="00AC200B"/>
    <w:rsid w:val="00AC22CE"/>
    <w:rsid w:val="00AD53A2"/>
    <w:rsid w:val="00AD5FB8"/>
    <w:rsid w:val="00AE519F"/>
    <w:rsid w:val="00B00CDC"/>
    <w:rsid w:val="00B01C1A"/>
    <w:rsid w:val="00B039EE"/>
    <w:rsid w:val="00B16117"/>
    <w:rsid w:val="00B23459"/>
    <w:rsid w:val="00B23F96"/>
    <w:rsid w:val="00B3066B"/>
    <w:rsid w:val="00B313C9"/>
    <w:rsid w:val="00B34443"/>
    <w:rsid w:val="00B3664A"/>
    <w:rsid w:val="00B42479"/>
    <w:rsid w:val="00B42CD1"/>
    <w:rsid w:val="00B430E2"/>
    <w:rsid w:val="00B600A8"/>
    <w:rsid w:val="00B603B7"/>
    <w:rsid w:val="00B73F32"/>
    <w:rsid w:val="00B815E4"/>
    <w:rsid w:val="00B81920"/>
    <w:rsid w:val="00B87E9F"/>
    <w:rsid w:val="00BA1A9F"/>
    <w:rsid w:val="00BA1C67"/>
    <w:rsid w:val="00BA6487"/>
    <w:rsid w:val="00BA7AF5"/>
    <w:rsid w:val="00BB52BA"/>
    <w:rsid w:val="00BC03E6"/>
    <w:rsid w:val="00BC1FEA"/>
    <w:rsid w:val="00BE495F"/>
    <w:rsid w:val="00BE5C99"/>
    <w:rsid w:val="00BF5F3C"/>
    <w:rsid w:val="00C025A9"/>
    <w:rsid w:val="00C04B44"/>
    <w:rsid w:val="00C05701"/>
    <w:rsid w:val="00C17A44"/>
    <w:rsid w:val="00C3594C"/>
    <w:rsid w:val="00C419F7"/>
    <w:rsid w:val="00C51ACD"/>
    <w:rsid w:val="00C53C15"/>
    <w:rsid w:val="00C55923"/>
    <w:rsid w:val="00C62D78"/>
    <w:rsid w:val="00C7339B"/>
    <w:rsid w:val="00C815B9"/>
    <w:rsid w:val="00C8347E"/>
    <w:rsid w:val="00C8637E"/>
    <w:rsid w:val="00C9617C"/>
    <w:rsid w:val="00CA5037"/>
    <w:rsid w:val="00CB13FF"/>
    <w:rsid w:val="00CB586A"/>
    <w:rsid w:val="00CC2DAD"/>
    <w:rsid w:val="00CF0104"/>
    <w:rsid w:val="00CF0FA7"/>
    <w:rsid w:val="00CF6140"/>
    <w:rsid w:val="00D00034"/>
    <w:rsid w:val="00D023C6"/>
    <w:rsid w:val="00D0638A"/>
    <w:rsid w:val="00D07332"/>
    <w:rsid w:val="00D13F1E"/>
    <w:rsid w:val="00D216E7"/>
    <w:rsid w:val="00D3601A"/>
    <w:rsid w:val="00D36305"/>
    <w:rsid w:val="00D40A24"/>
    <w:rsid w:val="00D46A4A"/>
    <w:rsid w:val="00D61DBF"/>
    <w:rsid w:val="00D6219B"/>
    <w:rsid w:val="00D63F3E"/>
    <w:rsid w:val="00D662EC"/>
    <w:rsid w:val="00D6665E"/>
    <w:rsid w:val="00D8174F"/>
    <w:rsid w:val="00D837EC"/>
    <w:rsid w:val="00D93EC2"/>
    <w:rsid w:val="00D97233"/>
    <w:rsid w:val="00DA2FB1"/>
    <w:rsid w:val="00DA36B1"/>
    <w:rsid w:val="00DA7425"/>
    <w:rsid w:val="00DA76AC"/>
    <w:rsid w:val="00DB4D36"/>
    <w:rsid w:val="00DC2597"/>
    <w:rsid w:val="00DD2FF7"/>
    <w:rsid w:val="00DD7CFB"/>
    <w:rsid w:val="00DF17B4"/>
    <w:rsid w:val="00DF4B26"/>
    <w:rsid w:val="00E02D1D"/>
    <w:rsid w:val="00E03BD3"/>
    <w:rsid w:val="00E15607"/>
    <w:rsid w:val="00E240F2"/>
    <w:rsid w:val="00E248EC"/>
    <w:rsid w:val="00E24C57"/>
    <w:rsid w:val="00E43956"/>
    <w:rsid w:val="00E50724"/>
    <w:rsid w:val="00E54A33"/>
    <w:rsid w:val="00E61649"/>
    <w:rsid w:val="00E657D2"/>
    <w:rsid w:val="00E66191"/>
    <w:rsid w:val="00E74634"/>
    <w:rsid w:val="00E746C6"/>
    <w:rsid w:val="00E752CB"/>
    <w:rsid w:val="00E8411B"/>
    <w:rsid w:val="00E907F4"/>
    <w:rsid w:val="00E9338F"/>
    <w:rsid w:val="00E97F52"/>
    <w:rsid w:val="00EB68E9"/>
    <w:rsid w:val="00ED5F68"/>
    <w:rsid w:val="00EE179D"/>
    <w:rsid w:val="00EE6853"/>
    <w:rsid w:val="00EF6CED"/>
    <w:rsid w:val="00F036E3"/>
    <w:rsid w:val="00F047AF"/>
    <w:rsid w:val="00F22098"/>
    <w:rsid w:val="00F33D17"/>
    <w:rsid w:val="00F41D30"/>
    <w:rsid w:val="00F450B5"/>
    <w:rsid w:val="00F46D9E"/>
    <w:rsid w:val="00F47605"/>
    <w:rsid w:val="00F57AC7"/>
    <w:rsid w:val="00F63CDD"/>
    <w:rsid w:val="00F70340"/>
    <w:rsid w:val="00F73EBB"/>
    <w:rsid w:val="00F741A9"/>
    <w:rsid w:val="00F74F05"/>
    <w:rsid w:val="00F80495"/>
    <w:rsid w:val="00F859B9"/>
    <w:rsid w:val="00F93C81"/>
    <w:rsid w:val="00FB77C0"/>
    <w:rsid w:val="00FC19FD"/>
    <w:rsid w:val="00FC441D"/>
    <w:rsid w:val="00FD4DFD"/>
    <w:rsid w:val="00FD60BB"/>
    <w:rsid w:val="00FE20B8"/>
    <w:rsid w:val="00FF537B"/>
    <w:rsid w:val="00FF5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182869-F2C8-4536-A856-39A481E61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920"/>
    <w:rPr>
      <w:sz w:val="24"/>
      <w:szCs w:val="24"/>
    </w:rPr>
  </w:style>
  <w:style w:type="paragraph" w:styleId="Cabealho2">
    <w:name w:val="heading 2"/>
    <w:basedOn w:val="Normal"/>
    <w:next w:val="Normal"/>
    <w:link w:val="Cabealho2Carter"/>
    <w:rsid w:val="008B3AA0"/>
    <w:pPr>
      <w:keepNext/>
      <w:suppressAutoHyphens/>
      <w:autoSpaceDN w:val="0"/>
      <w:spacing w:before="240" w:after="60" w:line="276" w:lineRule="auto"/>
      <w:textAlignment w:val="baseline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110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rsid w:val="00B8192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arter"/>
    <w:uiPriority w:val="99"/>
    <w:rsid w:val="00B81920"/>
    <w:pPr>
      <w:tabs>
        <w:tab w:val="center" w:pos="4419"/>
        <w:tab w:val="right" w:pos="8838"/>
      </w:tabs>
    </w:pPr>
  </w:style>
  <w:style w:type="character" w:styleId="Hiperligao">
    <w:name w:val="Hyperlink"/>
    <w:basedOn w:val="Tipodeletrapredefinidodopargrafo"/>
    <w:rsid w:val="00B81920"/>
    <w:rPr>
      <w:color w:val="0000FF"/>
      <w:u w:val="single"/>
    </w:rPr>
  </w:style>
  <w:style w:type="paragraph" w:styleId="NormalWeb">
    <w:name w:val="Normal (Web)"/>
    <w:basedOn w:val="Normal"/>
    <w:rsid w:val="002C7C2A"/>
    <w:pPr>
      <w:spacing w:before="100" w:beforeAutospacing="1" w:after="100" w:afterAutospacing="1"/>
    </w:pPr>
  </w:style>
  <w:style w:type="character" w:styleId="Forte">
    <w:name w:val="Strong"/>
    <w:basedOn w:val="Tipodeletrapredefinidodopargrafo"/>
    <w:qFormat/>
    <w:rsid w:val="002C7C2A"/>
    <w:rPr>
      <w:b/>
      <w:bCs/>
    </w:rPr>
  </w:style>
  <w:style w:type="character" w:customStyle="1" w:styleId="txt1">
    <w:name w:val="txt1"/>
    <w:basedOn w:val="Tipodeletrapredefinidodopargrafo"/>
    <w:rsid w:val="002C7C2A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styleId="HTMLpr-formatado">
    <w:name w:val="HTML Preformatted"/>
    <w:basedOn w:val="Normal"/>
    <w:rsid w:val="005714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vanodecorpodetexto">
    <w:name w:val="Body Text Indent"/>
    <w:basedOn w:val="Normal"/>
    <w:rsid w:val="00697179"/>
    <w:pPr>
      <w:widowControl w:val="0"/>
      <w:tabs>
        <w:tab w:val="left" w:pos="85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ind w:left="851" w:hanging="851"/>
      <w:jc w:val="both"/>
    </w:pPr>
    <w:rPr>
      <w:sz w:val="28"/>
      <w:szCs w:val="20"/>
    </w:rPr>
  </w:style>
  <w:style w:type="paragraph" w:styleId="Avanodecorpodetexto3">
    <w:name w:val="Body Text Indent 3"/>
    <w:basedOn w:val="Normal"/>
    <w:rsid w:val="00697179"/>
    <w:pPr>
      <w:spacing w:after="120"/>
      <w:ind w:left="283"/>
    </w:pPr>
    <w:rPr>
      <w:sz w:val="16"/>
      <w:szCs w:val="16"/>
    </w:rPr>
  </w:style>
  <w:style w:type="paragraph" w:styleId="Corpodetexto">
    <w:name w:val="Body Text"/>
    <w:basedOn w:val="Normal"/>
    <w:rsid w:val="00697179"/>
    <w:pPr>
      <w:spacing w:after="120"/>
    </w:pPr>
  </w:style>
  <w:style w:type="paragraph" w:styleId="Corpodetexto3">
    <w:name w:val="Body Text 3"/>
    <w:basedOn w:val="Normal"/>
    <w:rsid w:val="00697179"/>
    <w:pPr>
      <w:spacing w:after="120"/>
    </w:pPr>
    <w:rPr>
      <w:sz w:val="16"/>
      <w:szCs w:val="16"/>
    </w:rPr>
  </w:style>
  <w:style w:type="paragraph" w:styleId="PargrafodaLista">
    <w:name w:val="List Paragraph"/>
    <w:basedOn w:val="Normal"/>
    <w:uiPriority w:val="34"/>
    <w:qFormat/>
    <w:rsid w:val="00DB4D36"/>
    <w:pPr>
      <w:ind w:left="708"/>
    </w:pPr>
  </w:style>
  <w:style w:type="paragraph" w:styleId="Textosimples">
    <w:name w:val="Plain Text"/>
    <w:basedOn w:val="Normal"/>
    <w:link w:val="TextosimplesCarter"/>
    <w:uiPriority w:val="99"/>
    <w:unhideWhenUsed/>
    <w:rsid w:val="00601EF0"/>
    <w:rPr>
      <w:rFonts w:ascii="Consolas" w:eastAsia="Calibri" w:hAnsi="Consolas"/>
      <w:sz w:val="21"/>
      <w:szCs w:val="21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601EF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61DBF"/>
    <w:rPr>
      <w:sz w:val="24"/>
      <w:szCs w:val="24"/>
    </w:rPr>
  </w:style>
  <w:style w:type="paragraph" w:styleId="Textodebalo">
    <w:name w:val="Balloon Text"/>
    <w:basedOn w:val="Normal"/>
    <w:link w:val="TextodebaloCarter"/>
    <w:rsid w:val="00F7034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F70340"/>
    <w:rPr>
      <w:rFonts w:ascii="Tahoma" w:hAnsi="Tahoma" w:cs="Tahoma"/>
      <w:sz w:val="16"/>
      <w:szCs w:val="16"/>
    </w:rPr>
  </w:style>
  <w:style w:type="character" w:customStyle="1" w:styleId="Cabealho2Carter">
    <w:name w:val="Cabeçalho 2 Caráter"/>
    <w:basedOn w:val="Tipodeletrapredefinidodopargrafo"/>
    <w:link w:val="Cabealho2"/>
    <w:rsid w:val="008B3AA0"/>
    <w:rPr>
      <w:rFonts w:ascii="Cambria" w:hAnsi="Cambria"/>
      <w:b/>
      <w:bCs/>
      <w:i/>
      <w:iCs/>
      <w:sz w:val="28"/>
      <w:szCs w:val="28"/>
      <w:lang w:eastAsia="en-US"/>
    </w:rPr>
  </w:style>
  <w:style w:type="paragraph" w:customStyle="1" w:styleId="TitTese">
    <w:name w:val="_TitTese"/>
    <w:basedOn w:val="Normal"/>
    <w:rsid w:val="008B3AA0"/>
    <w:pPr>
      <w:suppressAutoHyphens/>
      <w:autoSpaceDN w:val="0"/>
      <w:spacing w:before="360" w:after="240"/>
      <w:jc w:val="both"/>
      <w:textAlignment w:val="baseline"/>
    </w:pPr>
    <w:rPr>
      <w:rFonts w:ascii="Arial" w:hAnsi="Arial" w:cs="Arial"/>
      <w:b/>
    </w:rPr>
  </w:style>
  <w:style w:type="paragraph" w:customStyle="1" w:styleId="CitadoTese">
    <w:name w:val="_CitadoTese"/>
    <w:basedOn w:val="Normal"/>
    <w:rsid w:val="008B3AA0"/>
    <w:pPr>
      <w:suppressAutoHyphens/>
      <w:autoSpaceDE w:val="0"/>
      <w:autoSpaceDN w:val="0"/>
      <w:spacing w:after="360" w:line="276" w:lineRule="auto"/>
      <w:ind w:left="2552"/>
      <w:jc w:val="both"/>
      <w:textAlignment w:val="baseline"/>
    </w:pPr>
    <w:rPr>
      <w:rFonts w:ascii="Arial" w:hAnsi="Arial" w:cs="Arial"/>
    </w:rPr>
  </w:style>
  <w:style w:type="paragraph" w:customStyle="1" w:styleId="PadraoTese">
    <w:name w:val="__PadraoTese"/>
    <w:basedOn w:val="Normal"/>
    <w:rsid w:val="008B3AA0"/>
    <w:pPr>
      <w:suppressAutoHyphens/>
      <w:autoSpaceDN w:val="0"/>
      <w:spacing w:after="240" w:line="360" w:lineRule="auto"/>
      <w:ind w:left="170" w:firstLine="567"/>
      <w:jc w:val="both"/>
      <w:textAlignment w:val="baseline"/>
    </w:pPr>
    <w:rPr>
      <w:rFonts w:ascii="Arial" w:hAnsi="Arial" w:cs="Arial"/>
    </w:rPr>
  </w:style>
  <w:style w:type="paragraph" w:customStyle="1" w:styleId="unnamed1">
    <w:name w:val="unnamed1"/>
    <w:basedOn w:val="Normal"/>
    <w:rsid w:val="008B3AA0"/>
    <w:pPr>
      <w:suppressAutoHyphens/>
      <w:autoSpaceDN w:val="0"/>
      <w:spacing w:before="100" w:after="100" w:line="480" w:lineRule="atLeast"/>
      <w:textAlignment w:val="baseline"/>
    </w:pPr>
    <w:rPr>
      <w:sz w:val="26"/>
      <w:szCs w:val="26"/>
    </w:rPr>
  </w:style>
  <w:style w:type="table" w:customStyle="1" w:styleId="Estilo1">
    <w:name w:val="Estilo1"/>
    <w:basedOn w:val="Tabelacontempornea"/>
    <w:uiPriority w:val="99"/>
    <w:qFormat/>
    <w:rsid w:val="004F3C2E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semiHidden/>
    <w:unhideWhenUsed/>
    <w:rsid w:val="004F3C2E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7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84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0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2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2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1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9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1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3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6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9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3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8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2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8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6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7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54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2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5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9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9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7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1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us%20documentos\IC_modeloI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BDE20-9460-482B-8AE7-8879720FB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IC_modeloI</Template>
  <TotalTime>18</TotalTime>
  <Pages>2</Pages>
  <Words>561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Informações pessoais</vt:lpstr>
    </vt:vector>
  </TitlesOfParts>
  <Company/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Informações pessoais</dc:title>
  <dc:creator>Dilermando</dc:creator>
  <cp:lastModifiedBy>Cheyenne</cp:lastModifiedBy>
  <cp:revision>13</cp:revision>
  <cp:lastPrinted>2014-01-22T11:52:00Z</cp:lastPrinted>
  <dcterms:created xsi:type="dcterms:W3CDTF">2014-08-11T19:52:00Z</dcterms:created>
  <dcterms:modified xsi:type="dcterms:W3CDTF">2014-09-08T19:50:00Z</dcterms:modified>
</cp:coreProperties>
</file>